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6" w:after="0" w:line="240" w:lineRule="auto"/>
        <w:ind w:left="3323" w:right="3324"/>
        <w:jc w:val="center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6"/>
          <w:b/>
          <w:bCs/>
          <w:u w:val="single" w:color="0000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6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b/>
          <w:bCs/>
          <w:u w:val="single" w:color="0000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b/>
          <w:bCs/>
          <w:u w:val="single" w:color="0000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È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  <w:t> 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  <w:t>’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  <w:t>Ó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  <w:u w:val="single" w:color="0000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62" w:right="57"/>
        <w:jc w:val="center"/>
        <w:rPr>
          <w:rFonts w:ascii="Arial Narrow" w:hAnsi="Arial Narrow" w:cs="Arial Narrow" w:eastAsia="Arial Narrow"/>
          <w:sz w:val="22"/>
          <w:szCs w:val="22"/>
        </w:rPr>
      </w:pPr>
      <w:rPr/>
      <w:r>
        <w:rPr/>
        <w:pict>
          <v:group style="position:absolute;margin-left:80.175003pt;margin-top:-28.603004pt;width:435.0pt;height:16.5pt;mso-position-horizontal-relative:page;mso-position-vertical-relative:paragraph;z-index:-88" coordorigin="1604,-572" coordsize="8700,330">
            <v:group style="position:absolute;left:1611;top:-557;width:8685;height:2" coordorigin="1611,-557" coordsize="8685,2">
              <v:shape style="position:absolute;left:1611;top:-557;width:8685;height:2" coordorigin="1611,-557" coordsize="8685,0" path="m1611,-557l10296,-557e" filled="f" stroked="t" strokeweight=".75pt" strokecolor="#000000">
                <v:path arrowok="t"/>
              </v:shape>
            </v:group>
            <v:group style="position:absolute;left:10289;top:-565;width:2;height:315" coordorigin="10289,-565" coordsize="2,315">
              <v:shape style="position:absolute;left:10289;top:-565;width:2;height:315" coordorigin="10289,-565" coordsize="0,315" path="m10289,-565l10289,-250e" filled="f" stroked="t" strokeweight=".75pt" strokecolor="#000000">
                <v:path arrowok="t"/>
              </v:shape>
            </v:group>
            <v:group style="position:absolute;left:1611;top:-257;width:8685;height:2" coordorigin="1611,-257" coordsize="8685,2">
              <v:shape style="position:absolute;left:1611;top:-257;width:8685;height:2" coordorigin="1611,-257" coordsize="8685,0" path="m1611,-257l10296,-257e" filled="f" stroked="t" strokeweight=".75pt" strokecolor="#000000">
                <v:path arrowok="t"/>
              </v:shape>
            </v:group>
            <v:group style="position:absolute;left:1619;top:-565;width:2;height:315" coordorigin="1619,-565" coordsize="2,315">
              <v:shape style="position:absolute;left:1619;top:-565;width:2;height:315" coordorigin="1619,-565" coordsize="0,315" path="m1619,-565l1619,-250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iusplau,</w:t>
      </w:r>
      <w:r>
        <w:rPr>
          <w:rFonts w:ascii="Arial Narrow" w:hAnsi="Arial Narrow" w:cs="Arial Narrow" w:eastAsia="Arial Narrow"/>
          <w:sz w:val="22"/>
          <w:szCs w:val="22"/>
          <w:spacing w:val="1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empleneu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lo</w:t>
      </w:r>
      <w:r>
        <w:rPr>
          <w:rFonts w:ascii="Arial Narrow" w:hAnsi="Arial Narrow" w:cs="Arial Narrow" w:eastAsia="Arial Narrow"/>
          <w:sz w:val="22"/>
          <w:szCs w:val="22"/>
          <w:spacing w:val="1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lo</w:t>
      </w:r>
      <w:r>
        <w:rPr>
          <w:rFonts w:ascii="Arial Narrow" w:hAnsi="Arial Narrow" w:cs="Arial Narrow" w:eastAsia="Arial Narrow"/>
          <w:sz w:val="22"/>
          <w:szCs w:val="22"/>
          <w:spacing w:val="1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signat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l’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ssociació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lúste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udiovisual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atalunya,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amb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domicili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</w:p>
    <w:p>
      <w:pPr>
        <w:spacing w:before="0" w:after="0" w:line="240" w:lineRule="auto"/>
        <w:ind w:left="101" w:right="-20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ia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Laietana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32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34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celona.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4" w:lineRule="exact"/>
        <w:ind w:left="66" w:right="141"/>
        <w:jc w:val="center"/>
        <w:tabs>
          <w:tab w:pos="6000" w:val="left"/>
          <w:tab w:pos="848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N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om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o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denominació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social: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N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I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F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/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C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I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F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: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24" w:lineRule="exact"/>
        <w:ind w:left="101" w:right="-20"/>
        <w:jc w:val="left"/>
        <w:tabs>
          <w:tab w:pos="858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A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d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r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eça: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24" w:lineRule="exact"/>
        <w:ind w:left="101" w:right="-20"/>
        <w:jc w:val="left"/>
        <w:tabs>
          <w:tab w:pos="5000" w:val="left"/>
          <w:tab w:pos="856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C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iutat/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P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aís: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CP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 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24" w:lineRule="exact"/>
        <w:ind w:left="101" w:right="-20"/>
        <w:jc w:val="left"/>
        <w:tabs>
          <w:tab w:pos="4540" w:val="left"/>
          <w:tab w:pos="856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spacing w:val="-18"/>
          <w:w w:val="99"/>
          <w:position w:val="-1"/>
        </w:rPr>
        <w:t>T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position w:val="-1"/>
        </w:rPr>
        <w:t>elèfon: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99"/>
          <w:position w:val="-1"/>
        </w:rPr>
        <w:t>F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position w:val="-1"/>
        </w:rPr>
        <w:t>ax: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position w:val="-1"/>
        </w:rPr>
        <w:t> 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24" w:lineRule="exact"/>
        <w:ind w:left="101" w:right="-20"/>
        <w:jc w:val="left"/>
        <w:tabs>
          <w:tab w:pos="856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P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àgina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w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eb: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  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3" w:after="0" w:line="240" w:lineRule="auto"/>
        <w:ind w:left="101" w:right="-20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PERS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NA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/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ES</w:t>
      </w:r>
      <w:r>
        <w:rPr>
          <w:rFonts w:ascii="Arial Narrow" w:hAnsi="Arial Narrow" w:cs="Arial Narrow" w:eastAsia="Arial Narrow"/>
          <w:sz w:val="22"/>
          <w:szCs w:val="22"/>
          <w:spacing w:val="-1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13"/>
          <w:w w:val="100"/>
          <w:b/>
          <w:bCs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ACTE</w:t>
      </w:r>
      <w:r>
        <w:rPr>
          <w:rFonts w:ascii="Arial Narrow" w:hAnsi="Arial Narrow" w:cs="Arial Narrow" w:eastAsia="Arial Narrow"/>
          <w:sz w:val="22"/>
          <w:szCs w:val="22"/>
          <w:spacing w:val="-9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CÀRREC: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4" w:lineRule="exact"/>
        <w:ind w:left="101" w:right="-20"/>
        <w:jc w:val="left"/>
        <w:tabs>
          <w:tab w:pos="4640" w:val="left"/>
          <w:tab w:pos="854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N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om: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C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à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rr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ec: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24" w:lineRule="exact"/>
        <w:ind w:left="101" w:right="-20"/>
        <w:jc w:val="left"/>
        <w:tabs>
          <w:tab w:pos="4740" w:val="left"/>
          <w:tab w:pos="852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E-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mail: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Mòbil: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 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5" w:after="0" w:line="224" w:lineRule="exact"/>
        <w:ind w:left="101" w:right="-20"/>
        <w:jc w:val="left"/>
        <w:tabs>
          <w:tab w:pos="4640" w:val="left"/>
          <w:tab w:pos="854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N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om: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C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à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rr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ec: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24" w:lineRule="exact"/>
        <w:ind w:left="101" w:right="-20"/>
        <w:jc w:val="left"/>
        <w:tabs>
          <w:tab w:pos="4740" w:val="left"/>
          <w:tab w:pos="852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E-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mail: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Mòbil: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 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5" w:after="0" w:line="224" w:lineRule="exact"/>
        <w:ind w:left="101" w:right="-20"/>
        <w:jc w:val="left"/>
        <w:tabs>
          <w:tab w:pos="4640" w:val="left"/>
          <w:tab w:pos="854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N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om: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C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à</w:t>
      </w:r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rr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ec: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5" w:after="0" w:line="224" w:lineRule="exact"/>
        <w:ind w:left="101" w:right="-20"/>
        <w:jc w:val="left"/>
        <w:tabs>
          <w:tab w:pos="4740" w:val="left"/>
          <w:tab w:pos="8520" w:val="left"/>
        </w:tabs>
        <w:rPr>
          <w:rFonts w:ascii="Arial Narrow" w:hAnsi="Arial Narrow" w:cs="Arial Narrow" w:eastAsia="Arial Narrow"/>
          <w:sz w:val="20"/>
          <w:szCs w:val="20"/>
        </w:rPr>
      </w:pPr>
      <w:rPr/>
      <w:r>
        <w:rPr>
          <w:rFonts w:ascii="Arial Narrow" w:hAnsi="Arial Narrow" w:cs="Arial Narrow" w:eastAsia="Arial Narrow"/>
          <w:sz w:val="20"/>
          <w:szCs w:val="20"/>
          <w:w w:val="99"/>
          <w:position w:val="-1"/>
        </w:rPr>
        <w:t>E-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mail: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Mòbil:</w:t>
      </w:r>
      <w:r>
        <w:rPr>
          <w:rFonts w:ascii="Arial Narrow" w:hAnsi="Arial Narrow" w:cs="Arial Narrow" w:eastAsia="Arial Narrow"/>
          <w:sz w:val="20"/>
          <w:szCs w:val="20"/>
          <w:w w:val="100"/>
          <w:position w:val="-1"/>
        </w:rPr>
        <w:t>  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0"/>
          <w:szCs w:val="20"/>
          <w:w w:val="100"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0"/>
          <w:szCs w:val="2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3" w:after="0" w:line="240" w:lineRule="auto"/>
        <w:ind w:left="101" w:right="-20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Q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13"/>
          <w:w w:val="100"/>
          <w:b/>
          <w:bCs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A: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left="101" w:right="-20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-1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’impo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quota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s’estableix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base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als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ing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essos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anuals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cada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emp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esa</w:t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821" w:right="-20"/>
        <w:jc w:val="left"/>
        <w:rPr>
          <w:rFonts w:ascii="Arial Narrow" w:hAnsi="Arial Narrow" w:cs="Arial Narrow" w:eastAsia="Arial Narrow"/>
          <w:sz w:val="20"/>
          <w:szCs w:val="20"/>
        </w:rPr>
      </w:pPr>
      <w:rPr/>
      <w:r>
        <w:rPr/>
        <w:pict>
          <v:group style="position:absolute;margin-left:104.737495pt;margin-top:.557622pt;width:10.125pt;height:10.125pt;mso-position-horizontal-relative:page;mso-position-vertical-relative:paragraph;z-index:-87" coordorigin="2095,11" coordsize="203,203">
            <v:shape style="position:absolute;left:2095;top:11;width:203;height:203" coordorigin="2095,11" coordsize="203,203" path="m2287,214l2105,214,2095,204,2095,21,2105,11,2287,11,2297,21,2297,34,2117,34,2117,191,2297,191,2297,204,2287,214e" filled="t" fillcolor="#585858" stroked="f">
              <v:path arrowok="t"/>
              <v:fill/>
            </v:shape>
            <v:shape style="position:absolute;left:2095;top:11;width:203;height:203" coordorigin="2095,11" coordsize="203,203" path="m2297,191l2275,191,2275,34,2297,34,2297,191e" filled="t" fillcolor="#585858" stroked="f">
              <v:path arrowok="t"/>
              <v:fill/>
            </v:shape>
          </v:group>
          <w10:wrap type="none"/>
        </w:pic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365€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(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&lt;500.000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)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</w:r>
    </w:p>
    <w:p>
      <w:pPr>
        <w:spacing w:before="40" w:after="0" w:line="240" w:lineRule="auto"/>
        <w:ind w:left="821" w:right="-20"/>
        <w:jc w:val="left"/>
        <w:rPr>
          <w:rFonts w:ascii="Arial Narrow" w:hAnsi="Arial Narrow" w:cs="Arial Narrow" w:eastAsia="Arial Narrow"/>
          <w:sz w:val="20"/>
          <w:szCs w:val="20"/>
        </w:rPr>
      </w:pPr>
      <w:rPr/>
      <w:r>
        <w:rPr/>
        <w:pict>
          <v:group style="position:absolute;margin-left:104.737495pt;margin-top:2.557622pt;width:10.125pt;height:10.125pt;mso-position-horizontal-relative:page;mso-position-vertical-relative:paragraph;z-index:-86" coordorigin="2095,51" coordsize="203,203">
            <v:shape style="position:absolute;left:2095;top:51;width:203;height:203" coordorigin="2095,51" coordsize="203,203" path="m2287,254l2105,254,2095,244,2095,61,2105,51,2287,51,2297,61,2297,74,2117,74,2117,231,2297,231,2297,244,2287,254e" filled="t" fillcolor="#585858" stroked="f">
              <v:path arrowok="t"/>
              <v:fill/>
            </v:shape>
            <v:shape style="position:absolute;left:2095;top:51;width:203;height:203" coordorigin="2095,51" coordsize="203,203" path="m2297,231l2275,231,2275,74,2297,74,2297,231e" filled="t" fillcolor="#585858" stroked="f">
              <v:path arrowok="t"/>
              <v:fill/>
            </v:shape>
          </v:group>
          <w10:wrap type="none"/>
        </w:pic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600€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(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500.000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-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1M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)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</w:r>
    </w:p>
    <w:p>
      <w:pPr>
        <w:spacing w:before="40" w:after="0" w:line="240" w:lineRule="auto"/>
        <w:ind w:left="821" w:right="-20"/>
        <w:jc w:val="left"/>
        <w:rPr>
          <w:rFonts w:ascii="Arial Narrow" w:hAnsi="Arial Narrow" w:cs="Arial Narrow" w:eastAsia="Arial Narrow"/>
          <w:sz w:val="20"/>
          <w:szCs w:val="20"/>
        </w:rPr>
      </w:pPr>
      <w:rPr/>
      <w:r>
        <w:rPr/>
        <w:pict>
          <v:group style="position:absolute;margin-left:104.737495pt;margin-top:2.557622pt;width:10.125pt;height:10.125pt;mso-position-horizontal-relative:page;mso-position-vertical-relative:paragraph;z-index:-85" coordorigin="2095,51" coordsize="203,203">
            <v:shape style="position:absolute;left:2095;top:51;width:203;height:203" coordorigin="2095,51" coordsize="203,203" path="m2287,254l2105,254,2095,244,2095,61,2105,51,2287,51,2297,61,2297,74,2117,74,2117,231,2297,231,2297,244,2287,254e" filled="t" fillcolor="#585858" stroked="f">
              <v:path arrowok="t"/>
              <v:fill/>
            </v:shape>
            <v:shape style="position:absolute;left:2095;top:51;width:203;height:203" coordorigin="2095,51" coordsize="203,203" path="m2297,231l2275,231,2275,74,2297,74,2297,231e" filled="t" fillcolor="#585858" stroked="f">
              <v:path arrowok="t"/>
              <v:fill/>
            </v:shape>
          </v:group>
          <w10:wrap type="none"/>
        </w:pic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1200€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(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1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-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5M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)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</w:r>
    </w:p>
    <w:p>
      <w:pPr>
        <w:spacing w:before="40" w:after="0" w:line="240" w:lineRule="auto"/>
        <w:ind w:left="821" w:right="-20"/>
        <w:jc w:val="left"/>
        <w:rPr>
          <w:rFonts w:ascii="Arial Narrow" w:hAnsi="Arial Narrow" w:cs="Arial Narrow" w:eastAsia="Arial Narrow"/>
          <w:sz w:val="20"/>
          <w:szCs w:val="20"/>
        </w:rPr>
      </w:pPr>
      <w:rPr/>
      <w:r>
        <w:rPr/>
        <w:pict>
          <v:group style="position:absolute;margin-left:104.737495pt;margin-top:2.557622pt;width:10.125pt;height:10.125pt;mso-position-horizontal-relative:page;mso-position-vertical-relative:paragraph;z-index:-84" coordorigin="2095,51" coordsize="203,203">
            <v:shape style="position:absolute;left:2095;top:51;width:203;height:203" coordorigin="2095,51" coordsize="203,203" path="m2287,254l2105,254,2095,244,2095,61,2105,51,2287,51,2297,61,2297,74,2117,74,2117,231,2297,231,2297,244,2287,254e" filled="t" fillcolor="#585858" stroked="f">
              <v:path arrowok="t"/>
              <v:fill/>
            </v:shape>
            <v:shape style="position:absolute;left:2095;top:51;width:203;height:203" coordorigin="2095,51" coordsize="203,203" path="m2297,231l2275,231,2275,74,2297,74,2297,231e" filled="t" fillcolor="#585858" stroked="f">
              <v:path arrowok="t"/>
              <v:fill/>
            </v:shape>
          </v:group>
          <w10:wrap type="none"/>
        </w:pic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2400€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(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&gt;5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)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</w:r>
    </w:p>
    <w:p>
      <w:pPr>
        <w:spacing w:before="40" w:after="0" w:line="240" w:lineRule="auto"/>
        <w:ind w:left="821" w:right="-20"/>
        <w:jc w:val="left"/>
        <w:rPr>
          <w:rFonts w:ascii="Arial Narrow" w:hAnsi="Arial Narrow" w:cs="Arial Narrow" w:eastAsia="Arial Narrow"/>
          <w:sz w:val="20"/>
          <w:szCs w:val="20"/>
        </w:rPr>
      </w:pPr>
      <w:rPr/>
      <w:r>
        <w:rPr/>
        <w:pict>
          <v:group style="position:absolute;margin-left:104.737495pt;margin-top:2.557622pt;width:10.125pt;height:10.125pt;mso-position-horizontal-relative:page;mso-position-vertical-relative:paragraph;z-index:-83" coordorigin="2095,51" coordsize="203,203">
            <v:shape style="position:absolute;left:2095;top:51;width:203;height:203" coordorigin="2095,51" coordsize="203,203" path="m2287,254l2105,254,2095,244,2095,61,2105,51,2287,51,2297,61,2297,74,2117,74,2117,231,2297,231,2297,244,2287,254e" filled="t" fillcolor="#585858" stroked="f">
              <v:path arrowok="t"/>
              <v:fill/>
            </v:shape>
            <v:shape style="position:absolute;left:2095;top:51;width:203;height:203" coordorigin="2095,51" coordsize="203,203" path="m2297,231l2275,231,2275,74,2297,74,2297,231e" filled="t" fillcolor="#585858" stroked="f">
              <v:path arrowok="t"/>
              <v:fill/>
            </v:shape>
          </v:group>
          <w10:wrap type="none"/>
        </w:pic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500€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(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unive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sitats</w:t>
      </w:r>
      <w:r>
        <w:rPr>
          <w:rFonts w:ascii="Arial Narrow" w:hAnsi="Arial Narrow" w:cs="Arial Narrow" w:eastAsia="Arial Narrow"/>
          <w:sz w:val="20"/>
          <w:szCs w:val="20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i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associacions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  <w:t>)</w:t>
      </w:r>
      <w:r>
        <w:rPr>
          <w:rFonts w:ascii="Arial Narrow" w:hAnsi="Arial Narrow" w:cs="Arial Narrow" w:eastAsia="Arial Narrow"/>
          <w:sz w:val="20"/>
          <w:szCs w:val="20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7" w:lineRule="exact"/>
        <w:ind w:left="101" w:right="-20"/>
        <w:jc w:val="left"/>
        <w:tabs>
          <w:tab w:pos="852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w w:val="99"/>
          <w:b/>
          <w:bCs/>
          <w:position w:val="-1"/>
        </w:rPr>
        <w:t>ACT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position w:val="-1"/>
        </w:rPr>
        <w:t>I</w:t>
      </w:r>
      <w:r>
        <w:rPr>
          <w:rFonts w:ascii="Arial Narrow" w:hAnsi="Arial Narrow" w:cs="Arial Narrow" w:eastAsia="Arial Narrow"/>
          <w:sz w:val="22"/>
          <w:szCs w:val="22"/>
          <w:w w:val="99"/>
          <w:b/>
          <w:bCs/>
          <w:position w:val="-1"/>
        </w:rPr>
        <w:t>V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position w:val="-1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13"/>
          <w:w w:val="99"/>
          <w:b/>
          <w:bCs/>
          <w:position w:val="-1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13"/>
          <w:w w:val="99"/>
          <w:b/>
          <w:bCs/>
          <w:position w:val="-1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position w:val="-1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position w:val="-1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0"/>
          <w:w w:val="99"/>
          <w:b/>
          <w:bCs/>
          <w:position w:val="-1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position w:val="-1"/>
        </w:rPr>
        <w:t>’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position w:val="-1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position w:val="-1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99"/>
          <w:b/>
          <w:bCs/>
          <w:position w:val="-1"/>
        </w:rPr>
        <w:t>PRESA: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  <w:position w:val="-1"/>
        </w:rPr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u w:val="single" w:color="000000"/>
          <w:position w:val="-1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  <w:position w:val="-1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3" w:after="0" w:line="240" w:lineRule="auto"/>
        <w:ind w:left="101" w:right="58"/>
        <w:jc w:val="both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ls</w:t>
      </w:r>
      <w:r>
        <w:rPr>
          <w:rFonts w:ascii="Arial Narrow" w:hAnsi="Arial Narrow" w:cs="Arial Narrow" w:eastAsia="Arial Narrow"/>
          <w:sz w:val="22"/>
          <w:szCs w:val="22"/>
          <w:spacing w:val="1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socis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’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ssociació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lúste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udiovisual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atalunya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comp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ometen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malment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acompli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puntual</w:t>
      </w:r>
      <w:r>
        <w:rPr>
          <w:rFonts w:ascii="Arial Narrow" w:hAnsi="Arial Narrow" w:cs="Arial Narrow" w:eastAsia="Arial Narrow"/>
          <w:sz w:val="22"/>
          <w:szCs w:val="22"/>
          <w:spacing w:val="1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amb</w:t>
      </w:r>
      <w:r>
        <w:rPr>
          <w:rFonts w:ascii="Arial Narrow" w:hAnsi="Arial Narrow" w:cs="Arial Narrow" w:eastAsia="Arial Narrow"/>
          <w:sz w:val="22"/>
          <w:szCs w:val="22"/>
          <w:spacing w:val="1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el</w:t>
      </w:r>
      <w:r>
        <w:rPr>
          <w:rFonts w:ascii="Arial Narrow" w:hAnsi="Arial Narrow" w:cs="Arial Narrow" w:eastAsia="Arial Narrow"/>
          <w:sz w:val="22"/>
          <w:szCs w:val="22"/>
          <w:spacing w:val="1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pagament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les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quotes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estable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tes,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3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així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com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vetlla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pels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inte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essos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objectius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l’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ssociació.</w:t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7" w:lineRule="exact"/>
        <w:ind w:left="101" w:right="105"/>
        <w:jc w:val="both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w w:val="99"/>
          <w:b/>
          <w:bCs/>
          <w:position w:val="-1"/>
        </w:rPr>
        <w:t>S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position w:val="-1"/>
        </w:rPr>
        <w:t>i</w:t>
      </w:r>
      <w:r>
        <w:rPr>
          <w:rFonts w:ascii="Arial Narrow" w:hAnsi="Arial Narrow" w:cs="Arial Narrow" w:eastAsia="Arial Narrow"/>
          <w:sz w:val="22"/>
          <w:szCs w:val="22"/>
          <w:w w:val="99"/>
          <w:b/>
          <w:bCs/>
          <w:position w:val="-1"/>
        </w:rPr>
        <w:t>gn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position w:val="-1"/>
        </w:rPr>
        <w:t>a</w:t>
      </w:r>
      <w:r>
        <w:rPr>
          <w:rFonts w:ascii="Arial Narrow" w:hAnsi="Arial Narrow" w:cs="Arial Narrow" w:eastAsia="Arial Narrow"/>
          <w:sz w:val="22"/>
          <w:szCs w:val="22"/>
          <w:w w:val="99"/>
          <w:b/>
          <w:bCs/>
          <w:position w:val="-1"/>
        </w:rPr>
        <w:t>tur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position w:val="-1"/>
        </w:rPr>
        <w:t>a</w:t>
      </w:r>
      <w:r>
        <w:rPr>
          <w:rFonts w:ascii="Arial Narrow" w:hAnsi="Arial Narrow" w:cs="Arial Narrow" w:eastAsia="Arial Narrow"/>
          <w:sz w:val="22"/>
          <w:szCs w:val="22"/>
          <w:w w:val="99"/>
          <w:b/>
          <w:bCs/>
          <w:position w:val="-1"/>
        </w:rPr>
        <w:t>: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position w:val="-1"/>
        </w:rPr>
        <w:t>   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  <w:position w:val="-1"/>
        </w:rPr>
        <w:t>                                                                                                                                                    </w:t>
      </w:r>
      <w:r>
        <w:rPr>
          <w:rFonts w:ascii="Arial Narrow" w:hAnsi="Arial Narrow" w:cs="Arial Narrow" w:eastAsia="Arial Narrow"/>
          <w:sz w:val="22"/>
          <w:szCs w:val="22"/>
          <w:spacing w:val="-4"/>
          <w:w w:val="100"/>
          <w:b/>
          <w:bCs/>
          <w:u w:val="single" w:color="000000"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4"/>
          <w:w w:val="100"/>
          <w:b/>
          <w:bCs/>
          <w:position w:val="-1"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0"/>
        </w:rPr>
      </w:r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101" w:right="-20"/>
        <w:jc w:val="left"/>
        <w:tabs>
          <w:tab w:pos="1200" w:val="left"/>
          <w:tab w:pos="1940" w:val="left"/>
          <w:tab w:pos="260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w w:val="99"/>
          <w:b/>
          <w:bCs/>
        </w:rPr>
        <w:t>D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</w:rPr>
        <w:t>a</w:t>
      </w:r>
      <w:r>
        <w:rPr>
          <w:rFonts w:ascii="Arial Narrow" w:hAnsi="Arial Narrow" w:cs="Arial Narrow" w:eastAsia="Arial Narrow"/>
          <w:sz w:val="22"/>
          <w:szCs w:val="22"/>
          <w:w w:val="99"/>
          <w:b/>
          <w:bCs/>
        </w:rPr>
        <w:t>t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</w:rPr>
        <w:t>a</w:t>
      </w:r>
      <w:r>
        <w:rPr>
          <w:rFonts w:ascii="Arial Narrow" w:hAnsi="Arial Narrow" w:cs="Arial Narrow" w:eastAsia="Arial Narrow"/>
          <w:sz w:val="22"/>
          <w:szCs w:val="22"/>
          <w:w w:val="99"/>
          <w:b/>
          <w:bCs/>
        </w:rPr>
        <w:t>: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  <w:t> 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  <w:tab/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</w:rPr>
        <w:t>/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  <w:t> 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  <w:tab/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</w:rPr>
        <w:t>/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  <w:t> </w:t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  <w:tab/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  <w:u w:val="single" w:color="000000"/>
        </w:rPr>
      </w:r>
      <w:r>
        <w:rPr>
          <w:rFonts w:ascii="Arial Narrow" w:hAnsi="Arial Narrow" w:cs="Arial Narrow" w:eastAsia="Arial Narrow"/>
          <w:sz w:val="22"/>
          <w:szCs w:val="22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w w:val="100"/>
        </w:rPr>
      </w:r>
    </w:p>
    <w:sectPr>
      <w:type w:val="continuous"/>
      <w:pgSz w:w="11920" w:h="16840"/>
      <w:pgMar w:top="1380" w:bottom="280" w:left="1600" w:right="1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Arial Narrow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2022-09-22T14:15:49Z</dcterms:created>
  <dcterms:modified xsi:type="dcterms:W3CDTF">2022-09-22T14:15:49Z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LastSaved">
    <vt:filetime>2022-09-22T00:00:00Z</vt:filetime>
  </property>
</Properties>
</file>